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846" w:rsidRDefault="00342846" w:rsidP="00E42867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846" w:rsidRPr="00A430BC" w:rsidRDefault="00342846" w:rsidP="005B4CF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5404271"/>
      <w:r w:rsidRPr="00A430B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342846" w:rsidRDefault="00342846" w:rsidP="005B4CF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ІІ етапу Всеукраїнської учнівської олімпіади з історії у 2019/2020 навчальному році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серед закладів освіти інтернатного типу обласного підпорядкування</w:t>
      </w:r>
    </w:p>
    <w:bookmarkEnd w:id="0"/>
    <w:p w:rsidR="00342846" w:rsidRDefault="00342846" w:rsidP="005B4CF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846" w:rsidRDefault="00342846" w:rsidP="005B4CF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2846" w:rsidRPr="00A37466" w:rsidRDefault="00342846" w:rsidP="00CB3A60">
      <w:pPr>
        <w:pStyle w:val="NoSpacing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EE369D">
        <w:rPr>
          <w:rFonts w:ascii="Times New Roman" w:hAnsi="Times New Roman" w:cs="Times New Roman"/>
          <w:b/>
          <w:bCs/>
          <w:sz w:val="26"/>
          <w:szCs w:val="26"/>
        </w:rPr>
        <w:t>8 клас</w:t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E369D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C7180">
        <w:rPr>
          <w:rFonts w:ascii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max =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89</w:t>
      </w:r>
    </w:p>
    <w:tbl>
      <w:tblPr>
        <w:tblpPr w:leftFromText="180" w:rightFromText="180" w:vertAnchor="text" w:tblpY="1"/>
        <w:tblOverlap w:val="never"/>
        <w:tblW w:w="1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516"/>
        <w:gridCol w:w="6237"/>
        <w:gridCol w:w="1276"/>
        <w:gridCol w:w="1417"/>
        <w:gridCol w:w="993"/>
        <w:gridCol w:w="992"/>
      </w:tblGrid>
      <w:tr w:rsidR="00342846" w:rsidRPr="001F75FA">
        <w:trPr>
          <w:trHeight w:val="282"/>
        </w:trPr>
        <w:tc>
          <w:tcPr>
            <w:tcW w:w="817" w:type="dxa"/>
            <w:vAlign w:val="center"/>
          </w:tcPr>
          <w:p w:rsidR="00342846" w:rsidRPr="001F75FA" w:rsidRDefault="00342846" w:rsidP="00FA4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 з</w:t>
            </w: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2516" w:type="dxa"/>
            <w:vAlign w:val="center"/>
          </w:tcPr>
          <w:p w:rsidR="00342846" w:rsidRPr="001F75FA" w:rsidRDefault="00342846" w:rsidP="00FA4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П.І.Б.</w:t>
            </w:r>
          </w:p>
        </w:tc>
        <w:tc>
          <w:tcPr>
            <w:tcW w:w="6237" w:type="dxa"/>
            <w:vAlign w:val="center"/>
          </w:tcPr>
          <w:p w:rsidR="00342846" w:rsidRPr="001F75FA" w:rsidRDefault="00342846" w:rsidP="00FA4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закладу</w:t>
            </w:r>
          </w:p>
        </w:tc>
        <w:tc>
          <w:tcPr>
            <w:tcW w:w="1276" w:type="dxa"/>
            <w:vAlign w:val="center"/>
          </w:tcPr>
          <w:p w:rsidR="00342846" w:rsidRPr="001F75FA" w:rsidRDefault="00342846" w:rsidP="00FA4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 навчання</w:t>
            </w:r>
          </w:p>
        </w:tc>
        <w:tc>
          <w:tcPr>
            <w:tcW w:w="1417" w:type="dxa"/>
            <w:vAlign w:val="center"/>
          </w:tcPr>
          <w:p w:rsidR="00342846" w:rsidRPr="001F75FA" w:rsidRDefault="00342846" w:rsidP="00FA4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Клас,</w:t>
            </w:r>
          </w:p>
          <w:p w:rsidR="00342846" w:rsidRPr="001F75FA" w:rsidRDefault="00342846" w:rsidP="00FA4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який виконує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FA4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Балів разом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FA4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</w:t>
            </w: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Бутівченко Діана Сергіївна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"Рятувальник"»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5E24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5E24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1F75FA" w:rsidRDefault="00342846" w:rsidP="00E9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Подгаєвський Іван Станіславович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Державна гімназія-інтернат з посиленою військово-фізичною підготовкою</w:t>
            </w:r>
            <w:r w:rsidRPr="00A10A6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10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«Кадетський корпус»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DB52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DB52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</w:t>
            </w: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Фуглаєв Станіслав Владиславо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"Рятувальник"»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5E24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5E24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</w:t>
            </w: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1F75FA" w:rsidRDefault="00342846" w:rsidP="00E9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Фостенко Анна Русланівна</w:t>
            </w:r>
          </w:p>
        </w:tc>
        <w:tc>
          <w:tcPr>
            <w:tcW w:w="6237" w:type="dxa"/>
          </w:tcPr>
          <w:p w:rsidR="00342846" w:rsidRPr="00A10A66" w:rsidRDefault="00342846" w:rsidP="00E9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 заклад</w:t>
            </w:r>
            <w:r w:rsidRPr="00A10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«Кочетоцька санаторна школа»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45,5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Дідик Анастасія Сергіївна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"Рятувальник"»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5E24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5E24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Плаксін Микита Ростиславович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№11»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D64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D64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Сушко Георгій Ігорович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№11»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D64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D64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Савельєв Кирило Семенович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«Харківська спеціальна школа </w:t>
            </w:r>
            <w:r w:rsidRPr="00A10A66">
              <w:rPr>
                <w:rFonts w:ascii="Times New Roman" w:hAnsi="Times New Roman" w:cs="Times New Roman"/>
                <w:sz w:val="24"/>
                <w:szCs w:val="24"/>
              </w:rPr>
              <w:br/>
              <w:t>ім. В. Г. Короленка»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6E26E5" w:rsidRDefault="00342846" w:rsidP="00E91E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2846" w:rsidRPr="006E26E5" w:rsidRDefault="00342846" w:rsidP="00E91E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731219" w:rsidRDefault="00342846" w:rsidP="00E91E1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Нецора Данило Романович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«Харківська спеціальна школа </w:t>
            </w:r>
            <w:r w:rsidRPr="00A10A66">
              <w:rPr>
                <w:rFonts w:ascii="Times New Roman" w:hAnsi="Times New Roman" w:cs="Times New Roman"/>
                <w:sz w:val="24"/>
                <w:szCs w:val="24"/>
              </w:rPr>
              <w:br/>
              <w:t>ім. В. Г. Короленка»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6E26E5" w:rsidRDefault="00342846" w:rsidP="00E91E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2846" w:rsidRPr="006E26E5" w:rsidRDefault="00342846" w:rsidP="00E91E1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FA41F5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AD17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Каландія Анна Єлгуджайовна</w:t>
            </w:r>
          </w:p>
        </w:tc>
        <w:tc>
          <w:tcPr>
            <w:tcW w:w="6237" w:type="dxa"/>
          </w:tcPr>
          <w:p w:rsidR="00342846" w:rsidRPr="00A10A66" w:rsidRDefault="00342846" w:rsidP="00FA41F5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1»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FA41F5">
            <w:pPr>
              <w:jc w:val="center"/>
            </w:pPr>
            <w:r w:rsidRPr="002B21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FA41F5">
            <w:pPr>
              <w:jc w:val="center"/>
            </w:pPr>
            <w:r w:rsidRPr="002B21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FA4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20,5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FA4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1F75FA" w:rsidRDefault="00342846" w:rsidP="00E91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Бобровський Даніїл Євгенович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Державна гімназія-інтернат з посиленою військово-фізичною підготовкою</w:t>
            </w:r>
            <w:r w:rsidRPr="00A10A6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10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«Кадетський корпус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DB52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DB52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Осипчук Артем Андрійович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1»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2B21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2B21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Вовк Михайло Віталійович</w:t>
            </w:r>
          </w:p>
        </w:tc>
        <w:tc>
          <w:tcPr>
            <w:tcW w:w="6237" w:type="dxa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«Харківський спеціальна школа </w:t>
            </w:r>
            <w:r w:rsidRPr="00A10A66">
              <w:rPr>
                <w:rFonts w:ascii="Times New Roman" w:hAnsi="Times New Roman" w:cs="Times New Roman"/>
                <w:sz w:val="24"/>
                <w:szCs w:val="24"/>
              </w:rPr>
              <w:br/>
              <w:t>ім. В. Г. Короленка»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6E26E5" w:rsidRDefault="00342846" w:rsidP="00CF3C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42846" w:rsidRPr="006E26E5" w:rsidRDefault="00342846" w:rsidP="00CF3C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Мухіна Олександра Володимирівна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1»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2B21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2B21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Ткачук Олексій Дмитрович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9»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581D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581D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Дрижаног Анна Димитрівна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9»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581D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581D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0"/>
        </w:trPr>
        <w:tc>
          <w:tcPr>
            <w:tcW w:w="817" w:type="dxa"/>
            <w:vAlign w:val="center"/>
          </w:tcPr>
          <w:p w:rsidR="00342846" w:rsidRPr="001F75FA" w:rsidRDefault="00342846" w:rsidP="00E91E1C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E91E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Криворученко Софія Ігорівна</w:t>
            </w:r>
          </w:p>
        </w:tc>
        <w:tc>
          <w:tcPr>
            <w:tcW w:w="6237" w:type="dxa"/>
          </w:tcPr>
          <w:p w:rsidR="00342846" w:rsidRPr="00A10A66" w:rsidRDefault="00342846" w:rsidP="00E91E1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1»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E91E1C">
            <w:pPr>
              <w:jc w:val="center"/>
            </w:pPr>
            <w:r w:rsidRPr="002B21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vAlign w:val="center"/>
          </w:tcPr>
          <w:p w:rsidR="00342846" w:rsidRDefault="00342846" w:rsidP="00E91E1C">
            <w:pPr>
              <w:jc w:val="center"/>
            </w:pPr>
            <w:r w:rsidRPr="002B21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3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E9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42846" w:rsidRDefault="00342846" w:rsidP="00FA41F5">
      <w:pPr>
        <w:pStyle w:val="NoSpacing"/>
        <w:spacing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textWrapping" w:clear="all"/>
        <w:t>Голова журі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В.Ф. Ліпейко</w:t>
      </w:r>
    </w:p>
    <w:p w:rsidR="00342846" w:rsidRPr="003F6486" w:rsidRDefault="00342846" w:rsidP="00FA41F5">
      <w:pPr>
        <w:pStyle w:val="NoSpacing"/>
        <w:spacing w:after="12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Секретар: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Є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Гасан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342846" w:rsidRPr="00A430BC" w:rsidRDefault="00342846" w:rsidP="00CB746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30B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342846" w:rsidRDefault="00342846" w:rsidP="00CB746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ІІ етапу Всеукраїнської учнівської олімпіади з історії у 2019/2020 навчальному році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серед закладів освіти інтернатного типу обласного підпорядкування</w:t>
      </w:r>
    </w:p>
    <w:p w:rsidR="00342846" w:rsidRPr="00B62855" w:rsidRDefault="00342846" w:rsidP="009D44C5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 клас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CE7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E5588C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max =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84</w:t>
      </w:r>
    </w:p>
    <w:tbl>
      <w:tblPr>
        <w:tblW w:w="143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516"/>
        <w:gridCol w:w="6662"/>
        <w:gridCol w:w="1276"/>
        <w:gridCol w:w="1275"/>
        <w:gridCol w:w="993"/>
        <w:gridCol w:w="1134"/>
      </w:tblGrid>
      <w:tr w:rsidR="00342846" w:rsidRPr="007F76DF">
        <w:trPr>
          <w:trHeight w:val="282"/>
        </w:trPr>
        <w:tc>
          <w:tcPr>
            <w:tcW w:w="534" w:type="dxa"/>
            <w:vAlign w:val="center"/>
          </w:tcPr>
          <w:p w:rsidR="00342846" w:rsidRPr="007F76DF" w:rsidRDefault="00342846" w:rsidP="00294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 з</w:t>
            </w:r>
            <w:r w:rsidRPr="007F76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7F7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2516" w:type="dxa"/>
            <w:vAlign w:val="center"/>
          </w:tcPr>
          <w:p w:rsidR="00342846" w:rsidRPr="007F76DF" w:rsidRDefault="00342846" w:rsidP="00294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П.І.Б.</w:t>
            </w:r>
          </w:p>
        </w:tc>
        <w:tc>
          <w:tcPr>
            <w:tcW w:w="6662" w:type="dxa"/>
            <w:vAlign w:val="center"/>
          </w:tcPr>
          <w:p w:rsidR="00342846" w:rsidRPr="007F76DF" w:rsidRDefault="00342846" w:rsidP="00E55F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закладу</w:t>
            </w:r>
          </w:p>
        </w:tc>
        <w:tc>
          <w:tcPr>
            <w:tcW w:w="1276" w:type="dxa"/>
            <w:vAlign w:val="center"/>
          </w:tcPr>
          <w:p w:rsidR="00342846" w:rsidRPr="007F76DF" w:rsidRDefault="00342846" w:rsidP="002A5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 навчання</w:t>
            </w:r>
          </w:p>
        </w:tc>
        <w:tc>
          <w:tcPr>
            <w:tcW w:w="1275" w:type="dxa"/>
            <w:vAlign w:val="center"/>
          </w:tcPr>
          <w:p w:rsidR="00342846" w:rsidRPr="007F76DF" w:rsidRDefault="00342846" w:rsidP="002A5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Клас,</w:t>
            </w:r>
          </w:p>
          <w:p w:rsidR="00342846" w:rsidRPr="007F76DF" w:rsidRDefault="00342846" w:rsidP="002A5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який виконує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2A5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Балів разом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294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6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</w:t>
            </w:r>
          </w:p>
        </w:tc>
      </w:tr>
      <w:tr w:rsidR="00342846" w:rsidRPr="007F76DF">
        <w:trPr>
          <w:trHeight w:val="266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Величков Олексій Сергійович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CF3C90">
            <w:pPr>
              <w:jc w:val="center"/>
            </w:pPr>
            <w:r w:rsidRPr="00EA1B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Default="00342846" w:rsidP="00CF3C90">
            <w:pPr>
              <w:jc w:val="center"/>
            </w:pPr>
            <w:r w:rsidRPr="00EA1B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</w:p>
        </w:tc>
      </w:tr>
      <w:tr w:rsidR="00342846" w:rsidRPr="007F76DF">
        <w:trPr>
          <w:trHeight w:val="266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Зуєв Єгор Олександрович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Державна гімназія-інтернат з посиленою військово-фізичною підготовкою</w:t>
            </w:r>
            <w:r w:rsidRPr="00A10A6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A10A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«Кадетський корпус»</w:t>
            </w:r>
          </w:p>
        </w:tc>
        <w:tc>
          <w:tcPr>
            <w:tcW w:w="1276" w:type="dxa"/>
            <w:vAlign w:val="center"/>
          </w:tcPr>
          <w:p w:rsidR="00342846" w:rsidRPr="00EA1BC8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Pr="00EA1BC8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</w:t>
            </w:r>
          </w:p>
        </w:tc>
      </w:tr>
      <w:tr w:rsidR="00342846" w:rsidRPr="007F76DF">
        <w:trPr>
          <w:trHeight w:val="282"/>
        </w:trPr>
        <w:tc>
          <w:tcPr>
            <w:tcW w:w="534" w:type="dxa"/>
            <w:vAlign w:val="center"/>
          </w:tcPr>
          <w:p w:rsidR="00342846" w:rsidRPr="007F76DF" w:rsidRDefault="00342846" w:rsidP="001C267C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1C26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Черкашина Євгенія Михайлівна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1C267C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1»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1C267C">
            <w:pPr>
              <w:jc w:val="center"/>
            </w:pPr>
            <w:r w:rsidRPr="00A40D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Default="00342846" w:rsidP="001C267C">
            <w:pPr>
              <w:jc w:val="center"/>
            </w:pPr>
            <w:r w:rsidRPr="00A40D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1C2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1C2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</w:t>
            </w:r>
          </w:p>
        </w:tc>
      </w:tr>
      <w:tr w:rsidR="00342846" w:rsidRPr="007F76DF">
        <w:trPr>
          <w:trHeight w:val="282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Гоменюк Михайло Андрійович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 заклад</w:t>
            </w:r>
            <w:r w:rsidRPr="00A10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«Кочетоцька санаторна школа»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</w:tr>
      <w:tr w:rsidR="00342846" w:rsidRPr="007F76DF">
        <w:trPr>
          <w:trHeight w:val="282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Мангушева Валерія Віталіївна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9»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A40D13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Pr="00A40D13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</w:tr>
      <w:tr w:rsidR="00342846" w:rsidRPr="007F76DF">
        <w:trPr>
          <w:trHeight w:val="266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Яцевич Ярослав Романович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CF3C90">
            <w:pPr>
              <w:jc w:val="center"/>
            </w:pPr>
            <w:r w:rsidRPr="00EA1B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Default="00342846" w:rsidP="00CF3C90">
            <w:pPr>
              <w:jc w:val="center"/>
            </w:pPr>
            <w:r w:rsidRPr="00EA1B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</w:tr>
      <w:tr w:rsidR="00342846" w:rsidRPr="007F76DF">
        <w:trPr>
          <w:trHeight w:val="266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Марінченко Христина Миколаївна</w:t>
            </w:r>
          </w:p>
        </w:tc>
        <w:tc>
          <w:tcPr>
            <w:tcW w:w="6662" w:type="dxa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«Харківська спеціальна школа </w:t>
            </w:r>
            <w:r w:rsidRPr="00A10A66">
              <w:rPr>
                <w:rFonts w:ascii="Times New Roman" w:hAnsi="Times New Roman" w:cs="Times New Roman"/>
                <w:sz w:val="24"/>
                <w:szCs w:val="24"/>
              </w:rPr>
              <w:br/>
              <w:t>ім. В. Г. Короленка»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6E26E5" w:rsidRDefault="00342846" w:rsidP="00CF3C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342846" w:rsidRPr="006E26E5" w:rsidRDefault="00342846" w:rsidP="00CF3C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</w:tr>
      <w:tr w:rsidR="00342846" w:rsidRPr="007F76DF">
        <w:trPr>
          <w:trHeight w:val="282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7F76DF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Кравченко Артем Володимирович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pPr>
              <w:tabs>
                <w:tab w:val="left" w:pos="105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професійний коледж спортивного профілю»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7F76DF">
        <w:trPr>
          <w:trHeight w:val="266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Зубов Ігор Васильович</w:t>
            </w:r>
          </w:p>
        </w:tc>
        <w:tc>
          <w:tcPr>
            <w:tcW w:w="6662" w:type="dxa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«Харківська спеціальна школа </w:t>
            </w:r>
            <w:r w:rsidRPr="00A10A66">
              <w:rPr>
                <w:rFonts w:ascii="Times New Roman" w:hAnsi="Times New Roman" w:cs="Times New Roman"/>
                <w:sz w:val="24"/>
                <w:szCs w:val="24"/>
              </w:rPr>
              <w:br/>
              <w:t>ім. В. Г. Короленка»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6E26E5" w:rsidRDefault="00342846" w:rsidP="00CF3C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342846" w:rsidRPr="006E26E5" w:rsidRDefault="00342846" w:rsidP="00CF3C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7F76DF">
        <w:trPr>
          <w:trHeight w:val="282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7F76DF" w:rsidRDefault="00342846" w:rsidP="00CF3C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Стащук Анастасія Сергіївна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№11»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7F76DF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Pr="007F76DF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7F76DF">
        <w:trPr>
          <w:trHeight w:val="282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Мандріч Єлизавета Сергіївна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9»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CF3C90">
            <w:pPr>
              <w:jc w:val="center"/>
            </w:pPr>
            <w:r w:rsidRPr="00A40D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Default="00342846" w:rsidP="00CF3C90">
            <w:pPr>
              <w:jc w:val="center"/>
            </w:pPr>
            <w:r w:rsidRPr="00A40D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7F76DF">
        <w:trPr>
          <w:trHeight w:val="266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 xml:space="preserve">Бельський Михайло Вікторович 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CF3C90">
            <w:pPr>
              <w:jc w:val="center"/>
            </w:pPr>
            <w:r w:rsidRPr="00EA1B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Default="00342846" w:rsidP="00CF3C90">
            <w:pPr>
              <w:jc w:val="center"/>
            </w:pPr>
            <w:r w:rsidRPr="00EA1B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7F76DF">
        <w:trPr>
          <w:trHeight w:val="282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Сапелкін Дмитро Вікторович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 заклад</w:t>
            </w:r>
            <w:r w:rsidRPr="00A10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«Кочетоцька санаторна школа»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7F76DF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Pr="007F76DF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342846" w:rsidRPr="007F76DF">
        <w:trPr>
          <w:trHeight w:val="266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Новознова Юлія Віталіївна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«Люботинська спеціалізована школа-інтернат І-ІІІ ступенів “Дивосвіт”»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342846" w:rsidRPr="007F76DF">
        <w:trPr>
          <w:trHeight w:val="266"/>
        </w:trPr>
        <w:tc>
          <w:tcPr>
            <w:tcW w:w="534" w:type="dxa"/>
            <w:vAlign w:val="center"/>
          </w:tcPr>
          <w:p w:rsidR="00342846" w:rsidRPr="007F76DF" w:rsidRDefault="00342846" w:rsidP="00CF3C90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16" w:type="dxa"/>
            <w:vAlign w:val="center"/>
          </w:tcPr>
          <w:p w:rsidR="00342846" w:rsidRPr="006E26E5" w:rsidRDefault="00342846" w:rsidP="00CF3C90">
            <w:pPr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Грунь Юрій Ігорович</w:t>
            </w:r>
          </w:p>
        </w:tc>
        <w:tc>
          <w:tcPr>
            <w:tcW w:w="6662" w:type="dxa"/>
            <w:vAlign w:val="center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276" w:type="dxa"/>
            <w:vAlign w:val="center"/>
          </w:tcPr>
          <w:p w:rsidR="00342846" w:rsidRDefault="00342846" w:rsidP="00CF3C90">
            <w:pPr>
              <w:jc w:val="center"/>
            </w:pPr>
            <w:r w:rsidRPr="00EA1B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275" w:type="dxa"/>
            <w:vAlign w:val="center"/>
          </w:tcPr>
          <w:p w:rsidR="00342846" w:rsidRDefault="00342846" w:rsidP="00CF3C90">
            <w:pPr>
              <w:jc w:val="center"/>
            </w:pPr>
            <w:r w:rsidRPr="00EA1B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93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2846" w:rsidRPr="007F76DF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342846" w:rsidRDefault="00342846" w:rsidP="00DB6335">
      <w:pPr>
        <w:pStyle w:val="NoSpacing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2846" w:rsidRDefault="00342846" w:rsidP="005B4CF4">
      <w:pPr>
        <w:pStyle w:val="NoSpacing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Голова журі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В.Ф. Ліпейко</w:t>
      </w:r>
    </w:p>
    <w:p w:rsidR="00342846" w:rsidRPr="00CE3FDC" w:rsidRDefault="00342846" w:rsidP="005B4CF4">
      <w:pPr>
        <w:pStyle w:val="NoSpacing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2846" w:rsidRDefault="00342846" w:rsidP="005B4CF4">
      <w:pPr>
        <w:pStyle w:val="NoSpacing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Секретар: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Є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Гасан</w:t>
      </w:r>
    </w:p>
    <w:p w:rsidR="00342846" w:rsidRPr="00A430BC" w:rsidRDefault="00342846" w:rsidP="00CB746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  <w:r w:rsidRPr="00A430B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342846" w:rsidRDefault="00342846" w:rsidP="00CB746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ІІ етапу Всеукраїнської учнівської олімпіади з історії у 2019/2020 навчальному році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серед закладів освіти інтернатного типу обласного підпорядкування</w:t>
      </w:r>
    </w:p>
    <w:p w:rsidR="00342846" w:rsidRDefault="00342846" w:rsidP="0042127B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2846" w:rsidRDefault="00342846" w:rsidP="00742ED5">
      <w:pPr>
        <w:pStyle w:val="NoSpacing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 клас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CE7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E5588C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max =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84</w:t>
      </w:r>
    </w:p>
    <w:tbl>
      <w:tblPr>
        <w:tblW w:w="145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552"/>
        <w:gridCol w:w="7229"/>
        <w:gridCol w:w="1134"/>
        <w:gridCol w:w="1134"/>
        <w:gridCol w:w="992"/>
        <w:gridCol w:w="992"/>
      </w:tblGrid>
      <w:tr w:rsidR="00342846" w:rsidRPr="001F75FA">
        <w:trPr>
          <w:trHeight w:val="1243"/>
        </w:trPr>
        <w:tc>
          <w:tcPr>
            <w:tcW w:w="534" w:type="dxa"/>
            <w:vAlign w:val="center"/>
          </w:tcPr>
          <w:p w:rsidR="00342846" w:rsidRPr="001F75FA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 з</w:t>
            </w: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2552" w:type="dxa"/>
            <w:vAlign w:val="center"/>
          </w:tcPr>
          <w:p w:rsidR="00342846" w:rsidRPr="001F75FA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П.І.Б.</w:t>
            </w:r>
          </w:p>
        </w:tc>
        <w:tc>
          <w:tcPr>
            <w:tcW w:w="7229" w:type="dxa"/>
            <w:vAlign w:val="center"/>
          </w:tcPr>
          <w:p w:rsidR="00342846" w:rsidRPr="001F75FA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закладу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 навчання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Клас,</w:t>
            </w:r>
          </w:p>
          <w:p w:rsidR="00342846" w:rsidRPr="001F75FA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який виконує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Балів разом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</w:t>
            </w: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374CCD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CD">
              <w:rPr>
                <w:rFonts w:ascii="Times New Roman" w:hAnsi="Times New Roman" w:cs="Times New Roman"/>
                <w:sz w:val="24"/>
                <w:szCs w:val="24"/>
              </w:rPr>
              <w:t>Воронцов Ілля Дмитрович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Державна гімназія-інтернат з посиленою військово-фізичною підготовкою «Кадетський корпус»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374CCD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CD">
              <w:rPr>
                <w:rFonts w:ascii="Times New Roman" w:hAnsi="Times New Roman" w:cs="Times New Roman"/>
                <w:sz w:val="24"/>
                <w:szCs w:val="24"/>
              </w:rPr>
              <w:t>Маковчик Микола Миколайович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342846" w:rsidRPr="00352CB6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</w:t>
            </w: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374CCD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CD">
              <w:rPr>
                <w:rFonts w:ascii="Times New Roman" w:hAnsi="Times New Roman" w:cs="Times New Roman"/>
                <w:sz w:val="24"/>
                <w:szCs w:val="24"/>
              </w:rPr>
              <w:t xml:space="preserve">Войтович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4CCD">
              <w:rPr>
                <w:rFonts w:ascii="Times New Roman" w:hAnsi="Times New Roman" w:cs="Times New Roman"/>
                <w:sz w:val="24"/>
                <w:szCs w:val="24"/>
              </w:rPr>
              <w:t>ікторія Сергіївна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</w:t>
            </w: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374CCD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CD">
              <w:rPr>
                <w:rFonts w:ascii="Times New Roman" w:hAnsi="Times New Roman" w:cs="Times New Roman"/>
                <w:sz w:val="24"/>
                <w:szCs w:val="24"/>
              </w:rPr>
              <w:t>Токар Владислав Андрійович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</w:tr>
      <w:tr w:rsidR="00342846" w:rsidRPr="001F75FA">
        <w:trPr>
          <w:trHeight w:val="894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42846" w:rsidRPr="001F75FA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A0">
              <w:rPr>
                <w:rFonts w:ascii="Times New Roman" w:hAnsi="Times New Roman" w:cs="Times New Roman"/>
                <w:sz w:val="24"/>
                <w:szCs w:val="24"/>
              </w:rPr>
              <w:t>Єрьоміна Надія Володимирівна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№13»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374CCD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CD">
              <w:rPr>
                <w:rFonts w:ascii="Times New Roman" w:hAnsi="Times New Roman" w:cs="Times New Roman"/>
                <w:sz w:val="24"/>
                <w:szCs w:val="24"/>
              </w:rPr>
              <w:t>Бондаренко Олександр Сергійович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8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42846" w:rsidRPr="001F75FA" w:rsidRDefault="00342846" w:rsidP="00CF3C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1AA0">
              <w:rPr>
                <w:rFonts w:ascii="Times New Roman" w:hAnsi="Times New Roman" w:cs="Times New Roman"/>
                <w:sz w:val="24"/>
                <w:szCs w:val="24"/>
              </w:rPr>
              <w:t>Ажиппо Ольга Олександрівна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професійний коледж спортивного профілю»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701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42846" w:rsidRPr="001F75FA" w:rsidRDefault="00342846" w:rsidP="00CF3C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4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Шапар Олег Юрійович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«Люботинська спеціалізована школа-інтернат І-ІІІ ступенів “Дивосвіт”»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374CCD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1F75FA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354">
              <w:rPr>
                <w:rFonts w:ascii="Times New Roman" w:hAnsi="Times New Roman" w:cs="Times New Roman"/>
                <w:sz w:val="24"/>
                <w:szCs w:val="24"/>
              </w:rPr>
              <w:t>Тарасов Юрій Дмитрович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Харківське державне вище училище фізичної культури №1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374CCD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CD">
              <w:rPr>
                <w:rFonts w:ascii="Times New Roman" w:hAnsi="Times New Roman" w:cs="Times New Roman"/>
                <w:sz w:val="24"/>
                <w:szCs w:val="24"/>
              </w:rPr>
              <w:t>Розсоха Олександр Миколайович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"Рятувальник"»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374CCD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CD">
              <w:rPr>
                <w:rFonts w:ascii="Times New Roman" w:hAnsi="Times New Roman" w:cs="Times New Roman"/>
                <w:sz w:val="24"/>
                <w:szCs w:val="24"/>
              </w:rPr>
              <w:t>Петриков Ігор Максимович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1F75FA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CD">
              <w:rPr>
                <w:rFonts w:ascii="Times New Roman" w:hAnsi="Times New Roman" w:cs="Times New Roman"/>
                <w:sz w:val="24"/>
                <w:szCs w:val="24"/>
              </w:rPr>
              <w:t>Кучерова Олена Володимирівна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 «Ліцей з посиленою військово-фізичною підготовкою «Патріот»»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CF5CB1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CB1">
              <w:rPr>
                <w:rFonts w:ascii="Times New Roman" w:hAnsi="Times New Roman" w:cs="Times New Roman"/>
                <w:sz w:val="24"/>
                <w:szCs w:val="24"/>
              </w:rPr>
              <w:t>Клименко Володислав Олександрович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спеціальна школа №12»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731219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731219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856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42846" w:rsidRPr="001F75FA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AA0">
              <w:rPr>
                <w:rFonts w:ascii="Times New Roman" w:hAnsi="Times New Roman" w:cs="Times New Roman"/>
                <w:sz w:val="24"/>
                <w:szCs w:val="24"/>
              </w:rPr>
              <w:t>Кулик Максим Сергійович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1»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1008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42846" w:rsidRPr="00374CCD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CD">
              <w:rPr>
                <w:rFonts w:ascii="Times New Roman" w:hAnsi="Times New Roman" w:cs="Times New Roman"/>
                <w:sz w:val="24"/>
                <w:szCs w:val="24"/>
              </w:rPr>
              <w:t>Вовк Вероніка Юріївна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"Рятувальник"»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5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731219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9">
              <w:rPr>
                <w:rFonts w:ascii="Times New Roman" w:hAnsi="Times New Roman" w:cs="Times New Roman"/>
                <w:sz w:val="24"/>
                <w:szCs w:val="24"/>
              </w:rPr>
              <w:t>Романєєва Анастасія Віталіївна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спеціальна школа № 6»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731219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731219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1F75FA">
        <w:trPr>
          <w:trHeight w:val="282"/>
        </w:trPr>
        <w:tc>
          <w:tcPr>
            <w:tcW w:w="534" w:type="dxa"/>
            <w:vAlign w:val="center"/>
          </w:tcPr>
          <w:p w:rsidR="00342846" w:rsidRPr="001F75FA" w:rsidRDefault="00342846" w:rsidP="00CF3C90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Align w:val="center"/>
          </w:tcPr>
          <w:p w:rsidR="00342846" w:rsidRPr="00CF5CB1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CB1">
              <w:rPr>
                <w:rFonts w:ascii="Times New Roman" w:hAnsi="Times New Roman" w:cs="Times New Roman"/>
                <w:sz w:val="24"/>
                <w:szCs w:val="24"/>
              </w:rPr>
              <w:t>Шаталова Марія Віталіївна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«Харківська спеціальна школа № 5» </w:t>
            </w:r>
            <w:r w:rsidRPr="00A10A66">
              <w:rPr>
                <w:rFonts w:ascii="Times New Roman" w:hAnsi="Times New Roman" w:cs="Times New Roman"/>
                <w:sz w:val="24"/>
                <w:szCs w:val="24"/>
              </w:rPr>
              <w:br/>
              <w:t>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731219" w:rsidRDefault="00342846" w:rsidP="00CF3C9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12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42846" w:rsidRPr="00CF5CB1" w:rsidRDefault="00342846" w:rsidP="00CF3C9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12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342846" w:rsidRPr="001F75FA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42846" w:rsidRDefault="00342846" w:rsidP="0042127B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2846" w:rsidRDefault="00342846" w:rsidP="00731219">
      <w:pPr>
        <w:pStyle w:val="NoSpacing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Голова журі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В.Ф. Ліпейко</w:t>
      </w:r>
    </w:p>
    <w:p w:rsidR="00342846" w:rsidRPr="00DB6335" w:rsidRDefault="00342846" w:rsidP="00731219">
      <w:pPr>
        <w:pStyle w:val="NoSpacing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42846" w:rsidRDefault="00342846" w:rsidP="00731219">
      <w:pPr>
        <w:pStyle w:val="NoSpacing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Секретар: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Є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Гасан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342846" w:rsidRPr="00A430BC" w:rsidRDefault="00342846" w:rsidP="00CB746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30BC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</w:p>
    <w:p w:rsidR="00342846" w:rsidRDefault="00342846" w:rsidP="00CB7462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ІІ етапу Всеукраїнської учнівської олімпіади з історії у 2019/2020 навчальному році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серед закладів освіти інтернатного типу обласного підпорядкування</w:t>
      </w:r>
    </w:p>
    <w:p w:rsidR="00342846" w:rsidRPr="00587426" w:rsidRDefault="00342846" w:rsidP="0042127B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342846" w:rsidRPr="00B62855" w:rsidRDefault="00342846" w:rsidP="00731219">
      <w:pPr>
        <w:pStyle w:val="NoSpacing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 клас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20CE7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E5588C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max =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84</w:t>
      </w:r>
    </w:p>
    <w:tbl>
      <w:tblPr>
        <w:tblW w:w="144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268"/>
        <w:gridCol w:w="7229"/>
        <w:gridCol w:w="1134"/>
        <w:gridCol w:w="993"/>
        <w:gridCol w:w="1134"/>
        <w:gridCol w:w="1134"/>
      </w:tblGrid>
      <w:tr w:rsidR="00342846" w:rsidRPr="006D126E">
        <w:trPr>
          <w:trHeight w:val="1082"/>
        </w:trPr>
        <w:tc>
          <w:tcPr>
            <w:tcW w:w="534" w:type="dxa"/>
            <w:vAlign w:val="center"/>
          </w:tcPr>
          <w:p w:rsidR="00342846" w:rsidRPr="006D126E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 з</w:t>
            </w:r>
            <w:r w:rsidRPr="006D12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D1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2268" w:type="dxa"/>
            <w:vAlign w:val="center"/>
          </w:tcPr>
          <w:p w:rsidR="00342846" w:rsidRPr="006D126E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П.І.Б.</w:t>
            </w:r>
          </w:p>
        </w:tc>
        <w:tc>
          <w:tcPr>
            <w:tcW w:w="7229" w:type="dxa"/>
            <w:vAlign w:val="center"/>
          </w:tcPr>
          <w:p w:rsidR="00342846" w:rsidRPr="006D126E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закладу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 навчання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Клас,</w:t>
            </w:r>
          </w:p>
          <w:p w:rsidR="00342846" w:rsidRPr="006D126E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який виконує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Балів разом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7312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</w:t>
            </w: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Сурган Поліна Вікторівна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9»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Зоря Данііл Олександрович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12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</w:t>
            </w: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Сидоренко Андрій Євгенович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9»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</w:t>
            </w: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DC380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DC3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Аксьонов Юрій Юрійович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DC380E">
            <w:pPr>
              <w:tabs>
                <w:tab w:val="left" w:pos="600"/>
                <w:tab w:val="center" w:pos="39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</w:t>
            </w:r>
            <w:bookmarkStart w:id="1" w:name="_GoBack"/>
            <w:bookmarkEnd w:id="1"/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Дранченко Сергій Анатолійович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№13»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E26E5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6E5">
              <w:rPr>
                <w:rFonts w:ascii="Times New Roman" w:hAnsi="Times New Roman" w:cs="Times New Roman"/>
                <w:sz w:val="24"/>
                <w:szCs w:val="24"/>
              </w:rPr>
              <w:t>Іржавська Юлія Анатоліївна</w:t>
            </w:r>
          </w:p>
        </w:tc>
        <w:tc>
          <w:tcPr>
            <w:tcW w:w="7229" w:type="dxa"/>
          </w:tcPr>
          <w:p w:rsidR="00342846" w:rsidRPr="00A10A66" w:rsidRDefault="00342846" w:rsidP="00CF3C90">
            <w:r w:rsidRPr="00A10A66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«Харківська спеціальна школа </w:t>
            </w:r>
            <w:r w:rsidRPr="00A10A66">
              <w:rPr>
                <w:rFonts w:ascii="Times New Roman" w:hAnsi="Times New Roman" w:cs="Times New Roman"/>
                <w:sz w:val="24"/>
                <w:szCs w:val="24"/>
              </w:rPr>
              <w:br/>
              <w:t>ім. В. Г. Короленка»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E26E5" w:rsidRDefault="00342846" w:rsidP="00CF3C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342846" w:rsidRPr="006E26E5" w:rsidRDefault="00342846" w:rsidP="00DC38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Кайдан Данило Дмитрович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Харківський республіканський ліцей-інтернат спортивного профілю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1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Круговий Владислав Олегович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 «Ліцей з посиленою військово-фізичною підготовкою «Патріот»»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12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1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Дребота Максим Юрійович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Харківське державне вище училище фізичної культури №1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Турко Андрій Павлович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1»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12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1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Плужник Анна Ігорівна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«Люботинська спеціалізована школа-інтернат І-ІІІ ступенів “Дивосвіт”»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Резанов Дмитро Сергійович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«Харківський ліцей з посиленою військово-фізичною підготовкою "Правоохоронець"»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Маковецький Олег Віталійович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Харківський республіканський ліцей-інтернат спортивного профілю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1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845728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728">
              <w:rPr>
                <w:rFonts w:ascii="Times New Roman" w:hAnsi="Times New Roman" w:cs="Times New Roman"/>
                <w:sz w:val="24"/>
                <w:szCs w:val="24"/>
              </w:rPr>
              <w:t>П’ятикоп Михайло Євгенійович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спеціальна школа №12»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Карпенко Віктор Євгенович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санаторна школа № 1»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1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Вакуленко Валерія Сергіївна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«Нововодолазька санаторна школа»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1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6D126E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Гриценко Ярослав Геннадійович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Харківське державне вище училище фізичної культури №1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21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2846" w:rsidRPr="006D126E">
        <w:trPr>
          <w:trHeight w:val="282"/>
        </w:trPr>
        <w:tc>
          <w:tcPr>
            <w:tcW w:w="534" w:type="dxa"/>
            <w:vAlign w:val="center"/>
          </w:tcPr>
          <w:p w:rsidR="00342846" w:rsidRPr="006D126E" w:rsidRDefault="00342846" w:rsidP="00CF3C9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Align w:val="center"/>
          </w:tcPr>
          <w:p w:rsidR="00342846" w:rsidRPr="00845728" w:rsidRDefault="00342846" w:rsidP="00CF3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728">
              <w:rPr>
                <w:rFonts w:ascii="Times New Roman" w:hAnsi="Times New Roman" w:cs="Times New Roman"/>
                <w:sz w:val="24"/>
                <w:szCs w:val="24"/>
              </w:rPr>
              <w:t>Пензєва Вікторія Сергіївна</w:t>
            </w:r>
          </w:p>
        </w:tc>
        <w:tc>
          <w:tcPr>
            <w:tcW w:w="7229" w:type="dxa"/>
            <w:vAlign w:val="center"/>
          </w:tcPr>
          <w:p w:rsidR="00342846" w:rsidRPr="00A10A66" w:rsidRDefault="00342846" w:rsidP="00CF3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66">
              <w:rPr>
                <w:rFonts w:ascii="Times New Roman" w:hAnsi="Times New Roman" w:cs="Times New Roman"/>
                <w:sz w:val="24"/>
                <w:szCs w:val="24"/>
              </w:rPr>
              <w:t>Комунальний заклад «Харківська спеціальна школа №12» Харківської обласної ради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93" w:type="dxa"/>
            <w:vAlign w:val="center"/>
          </w:tcPr>
          <w:p w:rsidR="00342846" w:rsidRPr="006D126E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2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342846" w:rsidRPr="00042120" w:rsidRDefault="00342846" w:rsidP="00DC3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42846" w:rsidRPr="006D126E" w:rsidRDefault="00342846" w:rsidP="00CF3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42846" w:rsidRPr="00DF11A6" w:rsidRDefault="00342846" w:rsidP="00DF11A6">
      <w:pPr>
        <w:pStyle w:val="NoSpacing"/>
        <w:spacing w:after="120"/>
        <w:rPr>
          <w:rFonts w:ascii="Times New Roman" w:hAnsi="Times New Roman" w:cs="Times New Roman"/>
          <w:b/>
          <w:bCs/>
          <w:color w:val="000000"/>
          <w:sz w:val="2"/>
          <w:szCs w:val="2"/>
        </w:rPr>
      </w:pPr>
    </w:p>
    <w:p w:rsidR="00342846" w:rsidRDefault="00342846" w:rsidP="00DF11A6">
      <w:pPr>
        <w:pStyle w:val="NoSpacing"/>
        <w:spacing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Голова журі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В.Ф. Ліпейко</w:t>
      </w:r>
    </w:p>
    <w:p w:rsidR="00342846" w:rsidRPr="00DB6335" w:rsidRDefault="00342846" w:rsidP="00DF11A6">
      <w:pPr>
        <w:pStyle w:val="NoSpacing"/>
        <w:spacing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Секретар: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Є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Ю</w:t>
      </w:r>
      <w:r w:rsidRPr="00DB633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Гасан</w:t>
      </w:r>
    </w:p>
    <w:sectPr w:rsidR="00342846" w:rsidRPr="00DB6335" w:rsidSect="00ED21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6387"/>
    <w:multiLevelType w:val="hybridMultilevel"/>
    <w:tmpl w:val="66820D98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>
      <w:start w:val="1"/>
      <w:numFmt w:val="lowerLetter"/>
      <w:lvlText w:val="%2."/>
      <w:lvlJc w:val="left"/>
      <w:pPr>
        <w:ind w:left="1080" w:hanging="360"/>
      </w:pPr>
    </w:lvl>
    <w:lvl w:ilvl="2" w:tplc="2000001B">
      <w:start w:val="1"/>
      <w:numFmt w:val="lowerRoman"/>
      <w:lvlText w:val="%3."/>
      <w:lvlJc w:val="right"/>
      <w:pPr>
        <w:ind w:left="1800" w:hanging="180"/>
      </w:pPr>
    </w:lvl>
    <w:lvl w:ilvl="3" w:tplc="2000000F">
      <w:start w:val="1"/>
      <w:numFmt w:val="decimal"/>
      <w:lvlText w:val="%4."/>
      <w:lvlJc w:val="left"/>
      <w:pPr>
        <w:ind w:left="2520" w:hanging="360"/>
      </w:pPr>
    </w:lvl>
    <w:lvl w:ilvl="4" w:tplc="20000019">
      <w:start w:val="1"/>
      <w:numFmt w:val="lowerLetter"/>
      <w:lvlText w:val="%5."/>
      <w:lvlJc w:val="left"/>
      <w:pPr>
        <w:ind w:left="3240" w:hanging="360"/>
      </w:pPr>
    </w:lvl>
    <w:lvl w:ilvl="5" w:tplc="2000001B">
      <w:start w:val="1"/>
      <w:numFmt w:val="lowerRoman"/>
      <w:lvlText w:val="%6."/>
      <w:lvlJc w:val="right"/>
      <w:pPr>
        <w:ind w:left="3960" w:hanging="180"/>
      </w:pPr>
    </w:lvl>
    <w:lvl w:ilvl="6" w:tplc="2000000F">
      <w:start w:val="1"/>
      <w:numFmt w:val="decimal"/>
      <w:lvlText w:val="%7."/>
      <w:lvlJc w:val="left"/>
      <w:pPr>
        <w:ind w:left="4680" w:hanging="360"/>
      </w:pPr>
    </w:lvl>
    <w:lvl w:ilvl="7" w:tplc="20000019">
      <w:start w:val="1"/>
      <w:numFmt w:val="lowerLetter"/>
      <w:lvlText w:val="%8."/>
      <w:lvlJc w:val="left"/>
      <w:pPr>
        <w:ind w:left="5400" w:hanging="360"/>
      </w:pPr>
    </w:lvl>
    <w:lvl w:ilvl="8" w:tplc="2000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330215"/>
    <w:multiLevelType w:val="hybridMultilevel"/>
    <w:tmpl w:val="A4D29A4C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>
      <w:start w:val="1"/>
      <w:numFmt w:val="lowerLetter"/>
      <w:lvlText w:val="%2."/>
      <w:lvlJc w:val="left"/>
      <w:pPr>
        <w:ind w:left="1080" w:hanging="360"/>
      </w:pPr>
    </w:lvl>
    <w:lvl w:ilvl="2" w:tplc="2000001B">
      <w:start w:val="1"/>
      <w:numFmt w:val="lowerRoman"/>
      <w:lvlText w:val="%3."/>
      <w:lvlJc w:val="right"/>
      <w:pPr>
        <w:ind w:left="1800" w:hanging="180"/>
      </w:pPr>
    </w:lvl>
    <w:lvl w:ilvl="3" w:tplc="2000000F">
      <w:start w:val="1"/>
      <w:numFmt w:val="decimal"/>
      <w:lvlText w:val="%4."/>
      <w:lvlJc w:val="left"/>
      <w:pPr>
        <w:ind w:left="2520" w:hanging="360"/>
      </w:pPr>
    </w:lvl>
    <w:lvl w:ilvl="4" w:tplc="20000019">
      <w:start w:val="1"/>
      <w:numFmt w:val="lowerLetter"/>
      <w:lvlText w:val="%5."/>
      <w:lvlJc w:val="left"/>
      <w:pPr>
        <w:ind w:left="3240" w:hanging="360"/>
      </w:pPr>
    </w:lvl>
    <w:lvl w:ilvl="5" w:tplc="2000001B">
      <w:start w:val="1"/>
      <w:numFmt w:val="lowerRoman"/>
      <w:lvlText w:val="%6."/>
      <w:lvlJc w:val="right"/>
      <w:pPr>
        <w:ind w:left="3960" w:hanging="180"/>
      </w:pPr>
    </w:lvl>
    <w:lvl w:ilvl="6" w:tplc="2000000F">
      <w:start w:val="1"/>
      <w:numFmt w:val="decimal"/>
      <w:lvlText w:val="%7."/>
      <w:lvlJc w:val="left"/>
      <w:pPr>
        <w:ind w:left="4680" w:hanging="360"/>
      </w:pPr>
    </w:lvl>
    <w:lvl w:ilvl="7" w:tplc="20000019">
      <w:start w:val="1"/>
      <w:numFmt w:val="lowerLetter"/>
      <w:lvlText w:val="%8."/>
      <w:lvlJc w:val="left"/>
      <w:pPr>
        <w:ind w:left="5400" w:hanging="360"/>
      </w:pPr>
    </w:lvl>
    <w:lvl w:ilvl="8" w:tplc="2000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B13FEE"/>
    <w:multiLevelType w:val="hybridMultilevel"/>
    <w:tmpl w:val="08F286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>
      <w:start w:val="1"/>
      <w:numFmt w:val="lowerLetter"/>
      <w:lvlText w:val="%2."/>
      <w:lvlJc w:val="left"/>
      <w:pPr>
        <w:ind w:left="1080" w:hanging="360"/>
      </w:pPr>
    </w:lvl>
    <w:lvl w:ilvl="2" w:tplc="2000001B">
      <w:start w:val="1"/>
      <w:numFmt w:val="lowerRoman"/>
      <w:lvlText w:val="%3."/>
      <w:lvlJc w:val="right"/>
      <w:pPr>
        <w:ind w:left="1800" w:hanging="180"/>
      </w:pPr>
    </w:lvl>
    <w:lvl w:ilvl="3" w:tplc="2000000F">
      <w:start w:val="1"/>
      <w:numFmt w:val="decimal"/>
      <w:lvlText w:val="%4."/>
      <w:lvlJc w:val="left"/>
      <w:pPr>
        <w:ind w:left="2520" w:hanging="360"/>
      </w:pPr>
    </w:lvl>
    <w:lvl w:ilvl="4" w:tplc="20000019">
      <w:start w:val="1"/>
      <w:numFmt w:val="lowerLetter"/>
      <w:lvlText w:val="%5."/>
      <w:lvlJc w:val="left"/>
      <w:pPr>
        <w:ind w:left="3240" w:hanging="360"/>
      </w:pPr>
    </w:lvl>
    <w:lvl w:ilvl="5" w:tplc="2000001B">
      <w:start w:val="1"/>
      <w:numFmt w:val="lowerRoman"/>
      <w:lvlText w:val="%6."/>
      <w:lvlJc w:val="right"/>
      <w:pPr>
        <w:ind w:left="3960" w:hanging="180"/>
      </w:pPr>
    </w:lvl>
    <w:lvl w:ilvl="6" w:tplc="2000000F">
      <w:start w:val="1"/>
      <w:numFmt w:val="decimal"/>
      <w:lvlText w:val="%7."/>
      <w:lvlJc w:val="left"/>
      <w:pPr>
        <w:ind w:left="4680" w:hanging="360"/>
      </w:pPr>
    </w:lvl>
    <w:lvl w:ilvl="7" w:tplc="20000019">
      <w:start w:val="1"/>
      <w:numFmt w:val="lowerLetter"/>
      <w:lvlText w:val="%8."/>
      <w:lvlJc w:val="left"/>
      <w:pPr>
        <w:ind w:left="5400" w:hanging="360"/>
      </w:pPr>
    </w:lvl>
    <w:lvl w:ilvl="8" w:tplc="2000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AA7394"/>
    <w:multiLevelType w:val="hybridMultilevel"/>
    <w:tmpl w:val="4C8C0D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15CFB"/>
    <w:multiLevelType w:val="hybridMultilevel"/>
    <w:tmpl w:val="D5FA84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C19D7"/>
    <w:multiLevelType w:val="hybridMultilevel"/>
    <w:tmpl w:val="08F28682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>
      <w:start w:val="1"/>
      <w:numFmt w:val="lowerLetter"/>
      <w:lvlText w:val="%2."/>
      <w:lvlJc w:val="left"/>
      <w:pPr>
        <w:ind w:left="1080" w:hanging="360"/>
      </w:pPr>
    </w:lvl>
    <w:lvl w:ilvl="2" w:tplc="2000001B">
      <w:start w:val="1"/>
      <w:numFmt w:val="lowerRoman"/>
      <w:lvlText w:val="%3."/>
      <w:lvlJc w:val="right"/>
      <w:pPr>
        <w:ind w:left="1800" w:hanging="180"/>
      </w:pPr>
    </w:lvl>
    <w:lvl w:ilvl="3" w:tplc="2000000F">
      <w:start w:val="1"/>
      <w:numFmt w:val="decimal"/>
      <w:lvlText w:val="%4."/>
      <w:lvlJc w:val="left"/>
      <w:pPr>
        <w:ind w:left="2520" w:hanging="360"/>
      </w:pPr>
    </w:lvl>
    <w:lvl w:ilvl="4" w:tplc="20000019">
      <w:start w:val="1"/>
      <w:numFmt w:val="lowerLetter"/>
      <w:lvlText w:val="%5."/>
      <w:lvlJc w:val="left"/>
      <w:pPr>
        <w:ind w:left="3240" w:hanging="360"/>
      </w:pPr>
    </w:lvl>
    <w:lvl w:ilvl="5" w:tplc="2000001B">
      <w:start w:val="1"/>
      <w:numFmt w:val="lowerRoman"/>
      <w:lvlText w:val="%6."/>
      <w:lvlJc w:val="right"/>
      <w:pPr>
        <w:ind w:left="3960" w:hanging="180"/>
      </w:pPr>
    </w:lvl>
    <w:lvl w:ilvl="6" w:tplc="2000000F">
      <w:start w:val="1"/>
      <w:numFmt w:val="decimal"/>
      <w:lvlText w:val="%7."/>
      <w:lvlJc w:val="left"/>
      <w:pPr>
        <w:ind w:left="4680" w:hanging="360"/>
      </w:pPr>
    </w:lvl>
    <w:lvl w:ilvl="7" w:tplc="20000019">
      <w:start w:val="1"/>
      <w:numFmt w:val="lowerLetter"/>
      <w:lvlText w:val="%8."/>
      <w:lvlJc w:val="left"/>
      <w:pPr>
        <w:ind w:left="5400" w:hanging="360"/>
      </w:pPr>
    </w:lvl>
    <w:lvl w:ilvl="8" w:tplc="2000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4656F3"/>
    <w:multiLevelType w:val="hybridMultilevel"/>
    <w:tmpl w:val="53CADF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D14EFC"/>
    <w:multiLevelType w:val="hybridMultilevel"/>
    <w:tmpl w:val="4882F5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9A2E20"/>
    <w:multiLevelType w:val="hybridMultilevel"/>
    <w:tmpl w:val="A044F1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867"/>
    <w:rsid w:val="000016D0"/>
    <w:rsid w:val="00005D26"/>
    <w:rsid w:val="00007700"/>
    <w:rsid w:val="00026451"/>
    <w:rsid w:val="00035940"/>
    <w:rsid w:val="00042120"/>
    <w:rsid w:val="0006098F"/>
    <w:rsid w:val="00062D2E"/>
    <w:rsid w:val="000A10A0"/>
    <w:rsid w:val="000B483D"/>
    <w:rsid w:val="000B591A"/>
    <w:rsid w:val="000B7D09"/>
    <w:rsid w:val="000E3EEB"/>
    <w:rsid w:val="000E7F8C"/>
    <w:rsid w:val="000F09C7"/>
    <w:rsid w:val="001018EB"/>
    <w:rsid w:val="00114AB1"/>
    <w:rsid w:val="00122A48"/>
    <w:rsid w:val="001242D1"/>
    <w:rsid w:val="0012497E"/>
    <w:rsid w:val="00152DFA"/>
    <w:rsid w:val="001957E4"/>
    <w:rsid w:val="001B6A91"/>
    <w:rsid w:val="001C267C"/>
    <w:rsid w:val="001E0F8D"/>
    <w:rsid w:val="001E3EC8"/>
    <w:rsid w:val="001F75FA"/>
    <w:rsid w:val="00201D9D"/>
    <w:rsid w:val="00206460"/>
    <w:rsid w:val="00226E82"/>
    <w:rsid w:val="002274C5"/>
    <w:rsid w:val="00233C78"/>
    <w:rsid w:val="00264CDD"/>
    <w:rsid w:val="00294AB7"/>
    <w:rsid w:val="002A534D"/>
    <w:rsid w:val="002A76A4"/>
    <w:rsid w:val="002B215C"/>
    <w:rsid w:val="00304E6E"/>
    <w:rsid w:val="00306A13"/>
    <w:rsid w:val="00342846"/>
    <w:rsid w:val="003444F5"/>
    <w:rsid w:val="00352CB6"/>
    <w:rsid w:val="00352D86"/>
    <w:rsid w:val="00374560"/>
    <w:rsid w:val="00374CCD"/>
    <w:rsid w:val="003772CF"/>
    <w:rsid w:val="0038449F"/>
    <w:rsid w:val="00395046"/>
    <w:rsid w:val="003B7BFC"/>
    <w:rsid w:val="003C0640"/>
    <w:rsid w:val="003C476E"/>
    <w:rsid w:val="003C7180"/>
    <w:rsid w:val="003D26DA"/>
    <w:rsid w:val="003D65B6"/>
    <w:rsid w:val="003E6717"/>
    <w:rsid w:val="003F6486"/>
    <w:rsid w:val="00402877"/>
    <w:rsid w:val="0040502D"/>
    <w:rsid w:val="00417CEB"/>
    <w:rsid w:val="0042127B"/>
    <w:rsid w:val="0042350F"/>
    <w:rsid w:val="00442F2F"/>
    <w:rsid w:val="00451517"/>
    <w:rsid w:val="00461057"/>
    <w:rsid w:val="00481044"/>
    <w:rsid w:val="00492522"/>
    <w:rsid w:val="00493C3B"/>
    <w:rsid w:val="004948A9"/>
    <w:rsid w:val="004B3774"/>
    <w:rsid w:val="004D1028"/>
    <w:rsid w:val="004E302F"/>
    <w:rsid w:val="004E776C"/>
    <w:rsid w:val="00506672"/>
    <w:rsid w:val="005071FD"/>
    <w:rsid w:val="005244ED"/>
    <w:rsid w:val="0054204E"/>
    <w:rsid w:val="0054748C"/>
    <w:rsid w:val="005644C1"/>
    <w:rsid w:val="00581D83"/>
    <w:rsid w:val="00584782"/>
    <w:rsid w:val="00587426"/>
    <w:rsid w:val="005A63F9"/>
    <w:rsid w:val="005B4CF4"/>
    <w:rsid w:val="005C72D5"/>
    <w:rsid w:val="005D48EF"/>
    <w:rsid w:val="005E2458"/>
    <w:rsid w:val="005E58C9"/>
    <w:rsid w:val="005E68DC"/>
    <w:rsid w:val="005F7273"/>
    <w:rsid w:val="006344C9"/>
    <w:rsid w:val="00637C91"/>
    <w:rsid w:val="00637E44"/>
    <w:rsid w:val="00641E70"/>
    <w:rsid w:val="0064219A"/>
    <w:rsid w:val="00653F99"/>
    <w:rsid w:val="006B0440"/>
    <w:rsid w:val="006B4A68"/>
    <w:rsid w:val="006C4DC8"/>
    <w:rsid w:val="006D126E"/>
    <w:rsid w:val="006D7975"/>
    <w:rsid w:val="006E1B6D"/>
    <w:rsid w:val="006E26E5"/>
    <w:rsid w:val="006F43B0"/>
    <w:rsid w:val="0071614F"/>
    <w:rsid w:val="0072445C"/>
    <w:rsid w:val="00731219"/>
    <w:rsid w:val="007369BD"/>
    <w:rsid w:val="00742ED5"/>
    <w:rsid w:val="00750565"/>
    <w:rsid w:val="00766442"/>
    <w:rsid w:val="00772253"/>
    <w:rsid w:val="0077230D"/>
    <w:rsid w:val="00787259"/>
    <w:rsid w:val="00787ECE"/>
    <w:rsid w:val="0079024B"/>
    <w:rsid w:val="007A3CFD"/>
    <w:rsid w:val="007A4CAD"/>
    <w:rsid w:val="007E124E"/>
    <w:rsid w:val="007F76DF"/>
    <w:rsid w:val="00800E5F"/>
    <w:rsid w:val="00845728"/>
    <w:rsid w:val="0087713E"/>
    <w:rsid w:val="008868D9"/>
    <w:rsid w:val="008A14C7"/>
    <w:rsid w:val="008C39C9"/>
    <w:rsid w:val="008C72DE"/>
    <w:rsid w:val="008E3AC9"/>
    <w:rsid w:val="008F3E91"/>
    <w:rsid w:val="008F460E"/>
    <w:rsid w:val="009056A2"/>
    <w:rsid w:val="00922D2D"/>
    <w:rsid w:val="0097498D"/>
    <w:rsid w:val="00991F7F"/>
    <w:rsid w:val="009920E7"/>
    <w:rsid w:val="00997FC1"/>
    <w:rsid w:val="009A1188"/>
    <w:rsid w:val="009A2C1D"/>
    <w:rsid w:val="009A7517"/>
    <w:rsid w:val="009B1B3D"/>
    <w:rsid w:val="009B4720"/>
    <w:rsid w:val="009D44C5"/>
    <w:rsid w:val="009E00CC"/>
    <w:rsid w:val="009F3D82"/>
    <w:rsid w:val="00A0358A"/>
    <w:rsid w:val="00A10A66"/>
    <w:rsid w:val="00A17F4D"/>
    <w:rsid w:val="00A24FF5"/>
    <w:rsid w:val="00A37466"/>
    <w:rsid w:val="00A40134"/>
    <w:rsid w:val="00A40D13"/>
    <w:rsid w:val="00A430BC"/>
    <w:rsid w:val="00A45E5D"/>
    <w:rsid w:val="00A528D1"/>
    <w:rsid w:val="00A80EE5"/>
    <w:rsid w:val="00A93C7D"/>
    <w:rsid w:val="00A96B6B"/>
    <w:rsid w:val="00AA2232"/>
    <w:rsid w:val="00AB03B8"/>
    <w:rsid w:val="00AB3F35"/>
    <w:rsid w:val="00AD17C7"/>
    <w:rsid w:val="00AD5DBD"/>
    <w:rsid w:val="00B52254"/>
    <w:rsid w:val="00B62855"/>
    <w:rsid w:val="00B82F5A"/>
    <w:rsid w:val="00B87974"/>
    <w:rsid w:val="00BB5AA7"/>
    <w:rsid w:val="00BC69A3"/>
    <w:rsid w:val="00BD36EC"/>
    <w:rsid w:val="00BF1237"/>
    <w:rsid w:val="00BF5CBE"/>
    <w:rsid w:val="00C16EF4"/>
    <w:rsid w:val="00C16FEA"/>
    <w:rsid w:val="00C20CE7"/>
    <w:rsid w:val="00C23B9D"/>
    <w:rsid w:val="00C316B4"/>
    <w:rsid w:val="00C31B7B"/>
    <w:rsid w:val="00C37DA5"/>
    <w:rsid w:val="00C72D79"/>
    <w:rsid w:val="00C752AF"/>
    <w:rsid w:val="00CA0179"/>
    <w:rsid w:val="00CA3361"/>
    <w:rsid w:val="00CB3A60"/>
    <w:rsid w:val="00CB405D"/>
    <w:rsid w:val="00CB7462"/>
    <w:rsid w:val="00CC0028"/>
    <w:rsid w:val="00CC555B"/>
    <w:rsid w:val="00CD1766"/>
    <w:rsid w:val="00CE3FDC"/>
    <w:rsid w:val="00CF3C90"/>
    <w:rsid w:val="00CF5CB1"/>
    <w:rsid w:val="00CF6354"/>
    <w:rsid w:val="00D121E7"/>
    <w:rsid w:val="00D22155"/>
    <w:rsid w:val="00D64554"/>
    <w:rsid w:val="00DA3C4F"/>
    <w:rsid w:val="00DA7245"/>
    <w:rsid w:val="00DB52AB"/>
    <w:rsid w:val="00DB6335"/>
    <w:rsid w:val="00DB6A4C"/>
    <w:rsid w:val="00DC0130"/>
    <w:rsid w:val="00DC380E"/>
    <w:rsid w:val="00DC732E"/>
    <w:rsid w:val="00DD7131"/>
    <w:rsid w:val="00DE1855"/>
    <w:rsid w:val="00DE1C29"/>
    <w:rsid w:val="00DF11A6"/>
    <w:rsid w:val="00DF6B5A"/>
    <w:rsid w:val="00E0727F"/>
    <w:rsid w:val="00E11AA0"/>
    <w:rsid w:val="00E2095D"/>
    <w:rsid w:val="00E20DD7"/>
    <w:rsid w:val="00E42867"/>
    <w:rsid w:val="00E430C5"/>
    <w:rsid w:val="00E5588C"/>
    <w:rsid w:val="00E55F5C"/>
    <w:rsid w:val="00E76590"/>
    <w:rsid w:val="00E86A42"/>
    <w:rsid w:val="00E91E1C"/>
    <w:rsid w:val="00EA1BC8"/>
    <w:rsid w:val="00EB35EE"/>
    <w:rsid w:val="00ED13E3"/>
    <w:rsid w:val="00ED216C"/>
    <w:rsid w:val="00EE369D"/>
    <w:rsid w:val="00F11C04"/>
    <w:rsid w:val="00F25CE7"/>
    <w:rsid w:val="00F31226"/>
    <w:rsid w:val="00F32CFA"/>
    <w:rsid w:val="00F45E45"/>
    <w:rsid w:val="00F554BD"/>
    <w:rsid w:val="00F7679B"/>
    <w:rsid w:val="00F82240"/>
    <w:rsid w:val="00F826F5"/>
    <w:rsid w:val="00F90604"/>
    <w:rsid w:val="00FA41F5"/>
    <w:rsid w:val="00FB0477"/>
    <w:rsid w:val="00FB79FE"/>
    <w:rsid w:val="00FF3762"/>
    <w:rsid w:val="00FF5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867"/>
    <w:pPr>
      <w:spacing w:after="200" w:line="276" w:lineRule="auto"/>
    </w:pPr>
    <w:rPr>
      <w:rFonts w:cs="Calibri"/>
      <w:lang w:val="uk-UA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350F"/>
    <w:pPr>
      <w:keepNext/>
      <w:spacing w:after="0" w:line="240" w:lineRule="auto"/>
      <w:ind w:left="150"/>
      <w:jc w:val="center"/>
      <w:outlineLvl w:val="1"/>
    </w:pPr>
    <w:rPr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2350F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E42867"/>
    <w:pPr>
      <w:ind w:left="720"/>
    </w:pPr>
  </w:style>
  <w:style w:type="paragraph" w:styleId="NoSpacing">
    <w:name w:val="No Spacing"/>
    <w:uiPriority w:val="99"/>
    <w:qFormat/>
    <w:rsid w:val="00E42867"/>
    <w:rPr>
      <w:rFonts w:cs="Calibri"/>
      <w:lang w:val="uk-UA" w:eastAsia="en-US"/>
    </w:rPr>
  </w:style>
  <w:style w:type="paragraph" w:customStyle="1" w:styleId="a">
    <w:name w:val="Знак Знак"/>
    <w:basedOn w:val="Normal"/>
    <w:autoRedefine/>
    <w:uiPriority w:val="99"/>
    <w:rsid w:val="00E2095D"/>
    <w:pPr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2274C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74C5"/>
    <w:rPr>
      <w:rFonts w:ascii="Tahoma" w:hAnsi="Tahoma" w:cs="Tahoma"/>
      <w:sz w:val="16"/>
      <w:szCs w:val="16"/>
      <w:lang w:val="uk-UA"/>
    </w:rPr>
  </w:style>
  <w:style w:type="paragraph" w:customStyle="1" w:styleId="1">
    <w:name w:val="Знак Знак1"/>
    <w:basedOn w:val="Normal"/>
    <w:autoRedefine/>
    <w:uiPriority w:val="99"/>
    <w:rsid w:val="005D48EF"/>
    <w:pPr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377</TotalTime>
  <Pages>8</Pages>
  <Words>1521</Words>
  <Characters>8676</Characters>
  <Application>Microsoft Office Outlook</Application>
  <DocSecurity>0</DocSecurity>
  <Lines>0</Lines>
  <Paragraphs>0</Paragraphs>
  <ScaleCrop>false</ScaleCrop>
  <Company>КВНЗ ХАНО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BabichDenis</cp:lastModifiedBy>
  <cp:revision>33</cp:revision>
  <cp:lastPrinted>2019-11-23T14:11:00Z</cp:lastPrinted>
  <dcterms:created xsi:type="dcterms:W3CDTF">2019-11-23T10:21:00Z</dcterms:created>
  <dcterms:modified xsi:type="dcterms:W3CDTF">2019-11-29T07:23:00Z</dcterms:modified>
</cp:coreProperties>
</file>